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61" w:type="pct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2827"/>
        <w:gridCol w:w="2861"/>
        <w:gridCol w:w="2861"/>
        <w:gridCol w:w="2861"/>
        <w:gridCol w:w="2868"/>
      </w:tblGrid>
      <w:tr w:rsidR="00D91840" w:rsidRPr="001615C2" w:rsidTr="000B752B">
        <w:trPr>
          <w:trHeight w:val="432"/>
        </w:trPr>
        <w:tc>
          <w:tcPr>
            <w:tcW w:w="14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840" w:rsidRPr="00D91840" w:rsidRDefault="00FC6265" w:rsidP="003A15B5">
            <w:pPr>
              <w:pStyle w:val="Heading1"/>
            </w:pPr>
            <w:r>
              <w:t xml:space="preserve">Logic mODEL – CHRC </w:t>
            </w:r>
            <w:r w:rsidR="000B752B">
              <w:t>fY 201</w:t>
            </w:r>
            <w:r w:rsidR="003A15B5">
              <w:t>9</w:t>
            </w:r>
            <w:bookmarkStart w:id="0" w:name="_GoBack"/>
            <w:bookmarkEnd w:id="0"/>
            <w:r>
              <w:t xml:space="preserve"> CALL FOR PROPOSALS</w:t>
            </w:r>
          </w:p>
        </w:tc>
      </w:tr>
      <w:tr w:rsidR="00953CB5" w:rsidRPr="001615C2" w:rsidTr="000B752B">
        <w:trPr>
          <w:trHeight w:val="365"/>
        </w:trPr>
        <w:tc>
          <w:tcPr>
            <w:tcW w:w="14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center"/>
          </w:tcPr>
          <w:p w:rsidR="00953CB5" w:rsidRPr="00D91840" w:rsidRDefault="00FC6265" w:rsidP="00FC6265">
            <w:r>
              <w:t>Organization n</w:t>
            </w:r>
            <w:r w:rsidR="00953CB5">
              <w:t>ame:</w:t>
            </w:r>
          </w:p>
        </w:tc>
      </w:tr>
      <w:tr w:rsidR="00953CB5" w:rsidRPr="001615C2" w:rsidTr="000B752B">
        <w:trPr>
          <w:trHeight w:val="365"/>
        </w:trPr>
        <w:tc>
          <w:tcPr>
            <w:tcW w:w="14515" w:type="dxa"/>
            <w:gridSpan w:val="5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center"/>
          </w:tcPr>
          <w:p w:rsidR="00953CB5" w:rsidRPr="00D91840" w:rsidRDefault="00FC6265" w:rsidP="00D91840">
            <w:r>
              <w:t>Program name:</w:t>
            </w:r>
          </w:p>
        </w:tc>
      </w:tr>
      <w:tr w:rsidR="00953CB5" w:rsidRPr="001615C2" w:rsidTr="000B752B">
        <w:trPr>
          <w:trHeight w:val="365"/>
        </w:trPr>
        <w:tc>
          <w:tcPr>
            <w:tcW w:w="14515" w:type="dxa"/>
            <w:gridSpan w:val="5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center"/>
          </w:tcPr>
          <w:p w:rsidR="00953CB5" w:rsidRPr="00D91840" w:rsidRDefault="00FC6265" w:rsidP="00FC6265">
            <w:r>
              <w:t>Amount requested:</w:t>
            </w:r>
          </w:p>
        </w:tc>
      </w:tr>
      <w:tr w:rsidR="00D91840" w:rsidRPr="001615C2" w:rsidTr="000B752B">
        <w:trPr>
          <w:trHeight w:val="372"/>
        </w:trPr>
        <w:tc>
          <w:tcPr>
            <w:tcW w:w="14515" w:type="dxa"/>
            <w:gridSpan w:val="5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vAlign w:val="center"/>
          </w:tcPr>
          <w:p w:rsidR="00D91840" w:rsidRPr="00D91840" w:rsidRDefault="00AA06D7" w:rsidP="00AA06D7">
            <w:pPr>
              <w:pStyle w:val="Directions"/>
              <w:jc w:val="left"/>
            </w:pPr>
            <w:r>
              <w:t>Area of focus:</w:t>
            </w:r>
          </w:p>
        </w:tc>
      </w:tr>
      <w:tr w:rsidR="00FC6265" w:rsidRPr="00C65394" w:rsidTr="000B752B">
        <w:trPr>
          <w:trHeight w:val="674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FC6265" w:rsidRPr="00FC6265" w:rsidRDefault="00FC6265" w:rsidP="00FC6265">
            <w:pPr>
              <w:pStyle w:val="Heading2"/>
              <w:rPr>
                <w:sz w:val="24"/>
                <w:szCs w:val="24"/>
              </w:rPr>
            </w:pPr>
            <w:r w:rsidRPr="00FC6265">
              <w:rPr>
                <w:sz w:val="24"/>
                <w:szCs w:val="24"/>
              </w:rPr>
              <w:t>RESOURCES</w:t>
            </w: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FC6265" w:rsidRPr="00FC6265" w:rsidRDefault="00FC6265" w:rsidP="00FC6265">
            <w:pPr>
              <w:pStyle w:val="Heading2"/>
              <w:rPr>
                <w:sz w:val="24"/>
                <w:szCs w:val="24"/>
              </w:rPr>
            </w:pPr>
            <w:r w:rsidRPr="00FC6265">
              <w:rPr>
                <w:sz w:val="24"/>
                <w:szCs w:val="24"/>
              </w:rPr>
              <w:t>ACTIVITIES</w:t>
            </w: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</w:tcPr>
          <w:p w:rsidR="00FC6265" w:rsidRPr="00FC6265" w:rsidRDefault="00FC6265" w:rsidP="00FC6265">
            <w:pPr>
              <w:pStyle w:val="Heading2"/>
              <w:jc w:val="left"/>
              <w:rPr>
                <w:sz w:val="24"/>
                <w:szCs w:val="24"/>
              </w:rPr>
            </w:pPr>
            <w:r w:rsidRPr="00FC6265">
              <w:rPr>
                <w:sz w:val="24"/>
                <w:szCs w:val="24"/>
              </w:rPr>
              <w:t>OUTPUTS</w:t>
            </w: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FC6265" w:rsidRPr="00FC6265" w:rsidRDefault="00FC6265" w:rsidP="00FC6265">
            <w:pPr>
              <w:pStyle w:val="Heading2"/>
              <w:rPr>
                <w:sz w:val="24"/>
                <w:szCs w:val="24"/>
              </w:rPr>
            </w:pPr>
            <w:r w:rsidRPr="00FC6265">
              <w:rPr>
                <w:sz w:val="24"/>
                <w:szCs w:val="24"/>
              </w:rPr>
              <w:t>SHORT AND LONG TERM OUTCOMES</w:t>
            </w: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FC6265" w:rsidRPr="00FC6265" w:rsidRDefault="00FC6265" w:rsidP="00FC6265">
            <w:pPr>
              <w:pStyle w:val="Heading2"/>
              <w:rPr>
                <w:sz w:val="24"/>
                <w:szCs w:val="24"/>
              </w:rPr>
            </w:pPr>
            <w:r w:rsidRPr="00FC6265">
              <w:rPr>
                <w:sz w:val="24"/>
                <w:szCs w:val="24"/>
              </w:rPr>
              <w:t>IMPACT</w:t>
            </w:r>
          </w:p>
        </w:tc>
      </w:tr>
      <w:tr w:rsidR="00FC6265" w:rsidRPr="001615C2" w:rsidTr="000B752B">
        <w:trPr>
          <w:trHeight w:val="362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C6265" w:rsidRPr="00D91840" w:rsidRDefault="00FC6265" w:rsidP="00FC6265">
            <w:pPr>
              <w:pStyle w:val="Directions"/>
              <w:jc w:val="left"/>
            </w:pPr>
            <w:r>
              <w:t>In order to accomplish our set of activities we will need the following:</w:t>
            </w: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Pr="00D91840" w:rsidRDefault="00FC6265" w:rsidP="00FC6265">
            <w:pPr>
              <w:pStyle w:val="Directions"/>
              <w:jc w:val="left"/>
            </w:pPr>
            <w:r>
              <w:t>In order to address our problem or asset we will accomplish the following activities:</w:t>
            </w: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FC6265">
            <w:pPr>
              <w:pStyle w:val="Directions"/>
              <w:jc w:val="left"/>
            </w:pPr>
            <w:r>
              <w:t>We expect that once accomplished these activities will produce the following evidence or service delivery:</w:t>
            </w: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FC6265">
            <w:pPr>
              <w:pStyle w:val="Directions"/>
              <w:jc w:val="left"/>
            </w:pPr>
            <w:r>
              <w:t>We expect that if accomplished these activities will lead to the following changes in 1-3 then 4-6 years:</w:t>
            </w: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FC6265">
            <w:pPr>
              <w:pStyle w:val="Directions"/>
              <w:jc w:val="left"/>
            </w:pPr>
            <w:r>
              <w:t>We expect that if accomplished these activities will lead to the</w:t>
            </w:r>
          </w:p>
          <w:p w:rsidR="00FC6265" w:rsidRDefault="00FC6265" w:rsidP="00FC6265">
            <w:pPr>
              <w:pStyle w:val="Directions"/>
              <w:jc w:val="left"/>
            </w:pPr>
            <w:r>
              <w:t>following changes in 7-10 years:</w:t>
            </w:r>
          </w:p>
        </w:tc>
      </w:tr>
      <w:tr w:rsidR="00FC6265" w:rsidRPr="001615C2" w:rsidTr="009F593D">
        <w:trPr>
          <w:trHeight w:val="362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</w:tr>
      <w:tr w:rsidR="00FC6265" w:rsidRPr="001615C2" w:rsidTr="009F593D">
        <w:trPr>
          <w:trHeight w:val="362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</w:tr>
      <w:tr w:rsidR="00FC6265" w:rsidRPr="001615C2" w:rsidTr="009F593D">
        <w:trPr>
          <w:trHeight w:val="362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</w:tr>
      <w:tr w:rsidR="00FC6265" w:rsidRPr="001615C2" w:rsidTr="009F593D">
        <w:trPr>
          <w:trHeight w:val="362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</w:tr>
      <w:tr w:rsidR="00FC6265" w:rsidRPr="001615C2" w:rsidTr="009F593D">
        <w:trPr>
          <w:trHeight w:val="362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</w:tr>
      <w:tr w:rsidR="00FC6265" w:rsidRPr="001615C2" w:rsidTr="009F593D">
        <w:trPr>
          <w:trHeight w:val="362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</w:tr>
      <w:tr w:rsidR="00FC6265" w:rsidRPr="001615C2" w:rsidTr="009F593D">
        <w:trPr>
          <w:trHeight w:val="362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</w:tr>
      <w:tr w:rsidR="00FC6265" w:rsidRPr="001615C2" w:rsidTr="009F593D">
        <w:trPr>
          <w:trHeight w:val="362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</w:tr>
      <w:tr w:rsidR="00FC6265" w:rsidRPr="001615C2" w:rsidTr="009F593D">
        <w:trPr>
          <w:trHeight w:val="362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</w:tr>
      <w:tr w:rsidR="00FC6265" w:rsidRPr="001615C2" w:rsidTr="009F593D">
        <w:trPr>
          <w:trHeight w:val="362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</w:tr>
      <w:tr w:rsidR="00FC6265" w:rsidRPr="001615C2" w:rsidTr="009F593D">
        <w:trPr>
          <w:trHeight w:val="362"/>
        </w:trPr>
        <w:tc>
          <w:tcPr>
            <w:tcW w:w="2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Pr="00D91840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  <w:tc>
          <w:tcPr>
            <w:tcW w:w="291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C6265" w:rsidRDefault="00FC6265" w:rsidP="009F593D">
            <w:pPr>
              <w:pStyle w:val="Directions"/>
              <w:jc w:val="left"/>
            </w:pPr>
          </w:p>
        </w:tc>
      </w:tr>
    </w:tbl>
    <w:p w:rsidR="003B4B31" w:rsidRPr="00D91840" w:rsidRDefault="003B4B31" w:rsidP="009F593D">
      <w:pPr>
        <w:pStyle w:val="Directions"/>
      </w:pPr>
    </w:p>
    <w:sectPr w:rsidR="003B4B31" w:rsidRPr="00D91840" w:rsidSect="00AD60B3">
      <w:headerReference w:type="default" r:id="rId10"/>
      <w:pgSz w:w="15840" w:h="12240" w:orient="landscape"/>
      <w:pgMar w:top="720" w:right="720" w:bottom="720" w:left="72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265" w:rsidRDefault="00FC6265" w:rsidP="00FC6265">
      <w:pPr>
        <w:spacing w:line="240" w:lineRule="auto"/>
      </w:pPr>
      <w:r>
        <w:separator/>
      </w:r>
    </w:p>
  </w:endnote>
  <w:endnote w:type="continuationSeparator" w:id="0">
    <w:p w:rsidR="00FC6265" w:rsidRDefault="00FC6265" w:rsidP="00FC62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265" w:rsidRDefault="00FC6265" w:rsidP="00FC6265">
      <w:pPr>
        <w:spacing w:line="240" w:lineRule="auto"/>
      </w:pPr>
      <w:r>
        <w:separator/>
      </w:r>
    </w:p>
  </w:footnote>
  <w:footnote w:type="continuationSeparator" w:id="0">
    <w:p w:rsidR="00FC6265" w:rsidRDefault="00FC6265" w:rsidP="00FC62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265" w:rsidRDefault="00825A10" w:rsidP="00FC6265">
    <w:pPr>
      <w:pStyle w:val="Header"/>
      <w:jc w:val="right"/>
    </w:pPr>
    <w:r>
      <w:rPr>
        <w:noProof/>
      </w:rPr>
      <w:drawing>
        <wp:inline distT="0" distB="0" distL="0" distR="0" wp14:anchorId="662EA3C2">
          <wp:extent cx="1238250" cy="862058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366" cy="8670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27C4"/>
    <w:multiLevelType w:val="hybridMultilevel"/>
    <w:tmpl w:val="31B07A82"/>
    <w:lvl w:ilvl="0" w:tplc="07E06522">
      <w:start w:val="1"/>
      <w:numFmt w:val="decimal"/>
      <w:pStyle w:val="NumberedList"/>
      <w:lvlText w:val="%1."/>
      <w:lvlJc w:val="left"/>
      <w:pPr>
        <w:tabs>
          <w:tab w:val="num" w:pos="432"/>
        </w:tabs>
        <w:ind w:left="432" w:hanging="432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745B6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3456E44"/>
    <w:multiLevelType w:val="multilevel"/>
    <w:tmpl w:val="9540532E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Verdana" w:hAnsi="Verdana"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265"/>
    <w:rsid w:val="000B752B"/>
    <w:rsid w:val="000D3B27"/>
    <w:rsid w:val="001615C2"/>
    <w:rsid w:val="00342BB9"/>
    <w:rsid w:val="003A15B5"/>
    <w:rsid w:val="003B4B31"/>
    <w:rsid w:val="00472EE4"/>
    <w:rsid w:val="004B5F59"/>
    <w:rsid w:val="004E5559"/>
    <w:rsid w:val="005252B5"/>
    <w:rsid w:val="005B5A23"/>
    <w:rsid w:val="005D46B0"/>
    <w:rsid w:val="00713420"/>
    <w:rsid w:val="0074012D"/>
    <w:rsid w:val="007856B0"/>
    <w:rsid w:val="00825A10"/>
    <w:rsid w:val="00952E17"/>
    <w:rsid w:val="00953CB5"/>
    <w:rsid w:val="009C27A8"/>
    <w:rsid w:val="009F593D"/>
    <w:rsid w:val="00AA06D7"/>
    <w:rsid w:val="00AD60B3"/>
    <w:rsid w:val="00BF5B6E"/>
    <w:rsid w:val="00C65394"/>
    <w:rsid w:val="00CF36EC"/>
    <w:rsid w:val="00D4792D"/>
    <w:rsid w:val="00D651D0"/>
    <w:rsid w:val="00D91840"/>
    <w:rsid w:val="00DB1C31"/>
    <w:rsid w:val="00E172CE"/>
    <w:rsid w:val="00EC3138"/>
    <w:rsid w:val="00F35851"/>
    <w:rsid w:val="00FC6265"/>
    <w:rsid w:val="00FE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  <w15:docId w15:val="{56DA5DB1-CB69-4AA8-9A95-FEA5F4430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394"/>
    <w:pPr>
      <w:spacing w:line="276" w:lineRule="auto"/>
    </w:pPr>
    <w:rPr>
      <w:rFonts w:asciiTheme="minorHAnsi" w:hAnsiTheme="minorHAnsi"/>
      <w:spacing w:val="8"/>
      <w:sz w:val="16"/>
      <w:szCs w:val="16"/>
    </w:rPr>
  </w:style>
  <w:style w:type="paragraph" w:styleId="Heading1">
    <w:name w:val="heading 1"/>
    <w:basedOn w:val="Normal"/>
    <w:next w:val="Normal"/>
    <w:qFormat/>
    <w:rsid w:val="001615C2"/>
    <w:pPr>
      <w:jc w:val="center"/>
      <w:outlineLvl w:val="0"/>
    </w:pPr>
    <w:rPr>
      <w:rFonts w:asciiTheme="majorHAnsi" w:hAnsiTheme="majorHAnsi"/>
      <w:caps/>
      <w:sz w:val="28"/>
      <w:szCs w:val="28"/>
    </w:rPr>
  </w:style>
  <w:style w:type="paragraph" w:styleId="Heading2">
    <w:name w:val="heading 2"/>
    <w:basedOn w:val="Heading3"/>
    <w:next w:val="Normal"/>
    <w:link w:val="Heading2Char"/>
    <w:unhideWhenUsed/>
    <w:qFormat/>
    <w:rsid w:val="00C65394"/>
    <w:pPr>
      <w:spacing w:after="40"/>
      <w:outlineLvl w:val="1"/>
    </w:pPr>
  </w:style>
  <w:style w:type="paragraph" w:styleId="Heading3">
    <w:name w:val="heading 3"/>
    <w:basedOn w:val="Normal"/>
    <w:next w:val="Normal"/>
    <w:semiHidden/>
    <w:unhideWhenUsed/>
    <w:rsid w:val="00D4792D"/>
    <w:pPr>
      <w:jc w:val="center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unhideWhenUsed/>
    <w:rsid w:val="00D651D0"/>
    <w:rPr>
      <w:sz w:val="16"/>
    </w:rPr>
  </w:style>
  <w:style w:type="paragraph" w:styleId="BalloonText">
    <w:name w:val="Balloon Text"/>
    <w:basedOn w:val="Normal"/>
    <w:semiHidden/>
    <w:unhideWhenUsed/>
    <w:rsid w:val="00D91840"/>
    <w:rPr>
      <w:rFonts w:ascii="Tahoma" w:hAnsi="Tahoma" w:cs="Tahoma"/>
    </w:rPr>
  </w:style>
  <w:style w:type="paragraph" w:customStyle="1" w:styleId="Directions">
    <w:name w:val="Directions"/>
    <w:basedOn w:val="Normal"/>
    <w:qFormat/>
    <w:rsid w:val="00C65394"/>
    <w:pPr>
      <w:spacing w:before="40" w:after="40"/>
      <w:jc w:val="center"/>
    </w:pPr>
  </w:style>
  <w:style w:type="paragraph" w:customStyle="1" w:styleId="Numbers">
    <w:name w:val="Numbers"/>
    <w:basedOn w:val="Normal"/>
    <w:unhideWhenUsed/>
    <w:qFormat/>
    <w:rsid w:val="00953CB5"/>
    <w:pPr>
      <w:jc w:val="center"/>
    </w:pPr>
  </w:style>
  <w:style w:type="paragraph" w:customStyle="1" w:styleId="NumberedList">
    <w:name w:val="Numbered List"/>
    <w:basedOn w:val="Normal"/>
    <w:unhideWhenUsed/>
    <w:qFormat/>
    <w:rsid w:val="00342BB9"/>
    <w:pPr>
      <w:numPr>
        <w:numId w:val="2"/>
      </w:numPr>
    </w:pPr>
  </w:style>
  <w:style w:type="character" w:styleId="PlaceholderText">
    <w:name w:val="Placeholder Text"/>
    <w:basedOn w:val="DefaultParagraphFont"/>
    <w:uiPriority w:val="99"/>
    <w:semiHidden/>
    <w:rsid w:val="001615C2"/>
    <w:rPr>
      <w:color w:val="808080"/>
    </w:rPr>
  </w:style>
  <w:style w:type="character" w:customStyle="1" w:styleId="Heading2Char">
    <w:name w:val="Heading 2 Char"/>
    <w:basedOn w:val="DefaultParagraphFont"/>
    <w:link w:val="Heading2"/>
    <w:rsid w:val="00C65394"/>
    <w:rPr>
      <w:rFonts w:asciiTheme="minorHAnsi" w:hAnsiTheme="minorHAnsi"/>
      <w:b/>
      <w:spacing w:val="8"/>
      <w:sz w:val="16"/>
      <w:szCs w:val="16"/>
    </w:rPr>
  </w:style>
  <w:style w:type="paragraph" w:styleId="Header">
    <w:name w:val="header"/>
    <w:basedOn w:val="Normal"/>
    <w:link w:val="HeaderChar"/>
    <w:unhideWhenUsed/>
    <w:rsid w:val="00FC626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FC6265"/>
    <w:rPr>
      <w:rFonts w:asciiTheme="minorHAnsi" w:hAnsiTheme="minorHAnsi"/>
      <w:spacing w:val="8"/>
      <w:sz w:val="16"/>
      <w:szCs w:val="16"/>
    </w:rPr>
  </w:style>
  <w:style w:type="paragraph" w:styleId="Footer">
    <w:name w:val="footer"/>
    <w:basedOn w:val="Normal"/>
    <w:link w:val="FooterChar"/>
    <w:unhideWhenUsed/>
    <w:rsid w:val="00FC626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FC6265"/>
    <w:rPr>
      <w:rFonts w:asciiTheme="minorHAnsi" w:hAnsiTheme="minorHAnsi"/>
      <w:spacing w:val="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awson\AppData\Roaming\Microsoft\Templates\Survey%20of%20comparative%20qualit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3C55BACFE3C44A420786DE287DB81" ma:contentTypeVersion="9" ma:contentTypeDescription="Create a new document." ma:contentTypeScope="" ma:versionID="61fa0c6939c8ffd9e1308ca1fa311af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9f8a7ee62ec5a0ae4d6004028b8cf6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 ma:readOnly="false">
      <xsd:simpleType>
        <xsd:restriction base="dms:Unknown"/>
      </xsd:simpleType>
    </xsd:element>
    <xsd:element name="PublishingExpirationDate" ma:index="5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8067C4A-8D19-4D35-9AB5-714A237AA77E}"/>
</file>

<file path=customXml/itemProps2.xml><?xml version="1.0" encoding="utf-8"?>
<ds:datastoreItem xmlns:ds="http://schemas.openxmlformats.org/officeDocument/2006/customXml" ds:itemID="{3C2AAE4C-9F26-4204-BD61-8EC8077F9101}"/>
</file>

<file path=customXml/itemProps3.xml><?xml version="1.0" encoding="utf-8"?>
<ds:datastoreItem xmlns:ds="http://schemas.openxmlformats.org/officeDocument/2006/customXml" ds:itemID="{8AD71083-F19D-4E8B-9B35-7423C1ACACD4}"/>
</file>

<file path=docProps/app.xml><?xml version="1.0" encoding="utf-8"?>
<Properties xmlns="http://schemas.openxmlformats.org/officeDocument/2006/extended-properties" xmlns:vt="http://schemas.openxmlformats.org/officeDocument/2006/docPropsVTypes">
  <Template>Survey of comparative quality</Template>
  <TotalTime>0</TotalTime>
  <Pages>1</Pages>
  <Words>102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Survey of comparative quality</vt:lpstr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Survey of comparative quality</dc:title>
  <dc:creator>Moira A. Lawson</dc:creator>
  <cp:keywords/>
  <cp:lastModifiedBy>Moira A. Lawson</cp:lastModifiedBy>
  <cp:revision>3</cp:revision>
  <cp:lastPrinted>2017-10-12T16:32:00Z</cp:lastPrinted>
  <dcterms:created xsi:type="dcterms:W3CDTF">2018-10-18T17:38:00Z</dcterms:created>
  <dcterms:modified xsi:type="dcterms:W3CDTF">2018-10-18T17:38:00Z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TC010176171033</vt:lpwstr>
  </property>
  <property fmtid="{D5CDD505-2E9C-101B-9397-08002B2CF9AE}" pid="3" name="ContentTypeId">
    <vt:lpwstr>0x010100C1A3C55BACFE3C44A420786DE287DB81</vt:lpwstr>
  </property>
</Properties>
</file>